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77431346" w14:textId="23EA5138" w:rsidR="0021013A" w:rsidRDefault="008B1A2C" w:rsidP="00B87D91">
      <w:pPr>
        <w:rPr>
          <w:b/>
          <w:color w:val="FF5200" w:themeColor="accent2"/>
          <w:sz w:val="32"/>
          <w:szCs w:val="36"/>
        </w:rPr>
      </w:pPr>
      <w:r w:rsidRPr="0021013A">
        <w:rPr>
          <w:b/>
          <w:color w:val="FF5200" w:themeColor="accent2"/>
          <w:sz w:val="32"/>
          <w:szCs w:val="36"/>
        </w:rPr>
        <w:t>Krycí list nabídky</w:t>
      </w:r>
      <w:r w:rsidR="0021013A">
        <w:rPr>
          <w:b/>
          <w:color w:val="FF5200" w:themeColor="accent2"/>
          <w:sz w:val="32"/>
          <w:szCs w:val="36"/>
        </w:rPr>
        <w:t xml:space="preserve"> k veřejné zakázce s názvem:</w:t>
      </w:r>
    </w:p>
    <w:p w14:paraId="6395A428" w14:textId="77777777" w:rsidR="0021013A" w:rsidRPr="00DA15AB" w:rsidRDefault="0021013A" w:rsidP="00B87D91">
      <w:pPr>
        <w:rPr>
          <w:b/>
          <w:sz w:val="24"/>
          <w:szCs w:val="36"/>
        </w:rPr>
      </w:pPr>
      <w:r w:rsidRPr="00DA15AB">
        <w:rPr>
          <w:b/>
          <w:sz w:val="24"/>
          <w:szCs w:val="36"/>
        </w:rPr>
        <w:t>„Oprava opláštění výtahových šachet, Chomutov, Palackého 4271-4273“</w:t>
      </w:r>
      <w:r w:rsidR="000128D4" w:rsidRPr="00DA15AB">
        <w:rPr>
          <w:b/>
          <w:sz w:val="24"/>
          <w:szCs w:val="36"/>
        </w:rPr>
        <w:t xml:space="preserve"> </w:t>
      </w:r>
    </w:p>
    <w:p w14:paraId="30E9ABC3" w14:textId="77777777" w:rsidR="001F577B" w:rsidRPr="00DA15AB" w:rsidRDefault="000128D4" w:rsidP="00B87D91">
      <w:pPr>
        <w:rPr>
          <w:rFonts w:eastAsia="Times New Roman" w:cs="Times New Roman"/>
          <w:b/>
          <w:sz w:val="24"/>
          <w:szCs w:val="36"/>
          <w:lang w:eastAsia="cs-CZ"/>
        </w:rPr>
      </w:pPr>
      <w:r w:rsidRPr="00DA15AB">
        <w:rPr>
          <w:b/>
          <w:sz w:val="24"/>
          <w:szCs w:val="36"/>
        </w:rPr>
        <w:t xml:space="preserve">vedené pod </w:t>
      </w:r>
      <w:r w:rsidRPr="00DA15AB">
        <w:rPr>
          <w:rFonts w:eastAsia="Times New Roman" w:cs="Times New Roman"/>
          <w:b/>
          <w:sz w:val="24"/>
          <w:szCs w:val="36"/>
          <w:lang w:eastAsia="cs-CZ"/>
        </w:rPr>
        <w:t xml:space="preserve">č.j. </w:t>
      </w:r>
      <w:r w:rsidR="0021013A" w:rsidRPr="00DA15AB">
        <w:rPr>
          <w:rFonts w:eastAsia="Times New Roman" w:cs="Times New Roman"/>
          <w:b/>
          <w:sz w:val="24"/>
          <w:szCs w:val="36"/>
          <w:lang w:eastAsia="cs-CZ"/>
        </w:rPr>
        <w:t>9234/2021-SŽ-OŘ UNL-OVZ</w:t>
      </w:r>
    </w:p>
    <w:p w14:paraId="02A62683" w14:textId="77777777" w:rsidR="001F577B" w:rsidRDefault="001F577B" w:rsidP="00B87D91">
      <w:pPr>
        <w:rPr>
          <w:rFonts w:eastAsia="Times New Roman" w:cs="Times New Roman"/>
          <w:b/>
          <w:sz w:val="32"/>
          <w:szCs w:val="36"/>
          <w:lang w:eastAsia="cs-CZ"/>
        </w:rPr>
      </w:pPr>
    </w:p>
    <w:p w14:paraId="523FE11F" w14:textId="5E33C1FE" w:rsidR="008B1A2C" w:rsidRPr="00B87D91" w:rsidRDefault="0021013A" w:rsidP="00B87D91">
      <w:pPr>
        <w:rPr>
          <w:b/>
          <w:color w:val="FF5200" w:themeColor="accent2"/>
          <w:sz w:val="36"/>
          <w:szCs w:val="36"/>
        </w:rPr>
      </w:pPr>
      <w:r w:rsidRPr="0021013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ab/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A435AD2" w14:textId="77777777" w:rsidR="001F577B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44FFEB40" w14:textId="42F7D8FB" w:rsidR="001F577B" w:rsidRDefault="00DA15A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3099503" w:history="1">
            <w:r w:rsidR="001F577B" w:rsidRPr="00FD38EB">
              <w:rPr>
                <w:rStyle w:val="Hypertextovodkaz"/>
                <w:noProof/>
              </w:rPr>
              <w:t>Kapitola 1.</w:t>
            </w:r>
            <w:r w:rsidR="001F577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F577B" w:rsidRPr="00FD38EB">
              <w:rPr>
                <w:rStyle w:val="Hypertextovodkaz"/>
                <w:noProof/>
              </w:rPr>
              <w:t>Základní údaje k nabídce</w:t>
            </w:r>
            <w:r w:rsidR="001F577B">
              <w:rPr>
                <w:noProof/>
                <w:webHidden/>
              </w:rPr>
              <w:tab/>
            </w:r>
            <w:r w:rsidR="001F577B">
              <w:rPr>
                <w:noProof/>
                <w:webHidden/>
              </w:rPr>
              <w:fldChar w:fldCharType="begin"/>
            </w:r>
            <w:r w:rsidR="001F577B">
              <w:rPr>
                <w:noProof/>
                <w:webHidden/>
              </w:rPr>
              <w:instrText xml:space="preserve"> PAGEREF _Toc73099503 \h </w:instrText>
            </w:r>
            <w:r w:rsidR="001F577B">
              <w:rPr>
                <w:noProof/>
                <w:webHidden/>
              </w:rPr>
            </w:r>
            <w:r w:rsidR="001F577B">
              <w:rPr>
                <w:noProof/>
                <w:webHidden/>
              </w:rPr>
              <w:fldChar w:fldCharType="separate"/>
            </w:r>
            <w:r w:rsidR="001F577B">
              <w:rPr>
                <w:noProof/>
                <w:webHidden/>
              </w:rPr>
              <w:t>2</w:t>
            </w:r>
            <w:r w:rsidR="001F577B">
              <w:rPr>
                <w:noProof/>
                <w:webHidden/>
              </w:rPr>
              <w:fldChar w:fldCharType="end"/>
            </w:r>
          </w:hyperlink>
        </w:p>
        <w:p w14:paraId="28F0E299" w14:textId="691F7366" w:rsidR="001F577B" w:rsidRDefault="00DA15A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3099504" w:history="1">
            <w:r w:rsidR="001F577B" w:rsidRPr="00FD38EB">
              <w:rPr>
                <w:rStyle w:val="Hypertextovodkaz"/>
                <w:noProof/>
              </w:rPr>
              <w:t>Kapitola 2.</w:t>
            </w:r>
            <w:r w:rsidR="001F577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F577B" w:rsidRPr="00FD38EB">
              <w:rPr>
                <w:rStyle w:val="Hypertextovodkaz"/>
                <w:noProof/>
              </w:rPr>
              <w:t>Čestné prohlášení o splnění základní způsobilosti</w:t>
            </w:r>
            <w:r w:rsidR="001F577B">
              <w:rPr>
                <w:noProof/>
                <w:webHidden/>
              </w:rPr>
              <w:tab/>
            </w:r>
            <w:r w:rsidR="001F577B">
              <w:rPr>
                <w:noProof/>
                <w:webHidden/>
              </w:rPr>
              <w:fldChar w:fldCharType="begin"/>
            </w:r>
            <w:r w:rsidR="001F577B">
              <w:rPr>
                <w:noProof/>
                <w:webHidden/>
              </w:rPr>
              <w:instrText xml:space="preserve"> PAGEREF _Toc73099504 \h </w:instrText>
            </w:r>
            <w:r w:rsidR="001F577B">
              <w:rPr>
                <w:noProof/>
                <w:webHidden/>
              </w:rPr>
            </w:r>
            <w:r w:rsidR="001F577B">
              <w:rPr>
                <w:noProof/>
                <w:webHidden/>
              </w:rPr>
              <w:fldChar w:fldCharType="separate"/>
            </w:r>
            <w:r w:rsidR="001F577B">
              <w:rPr>
                <w:noProof/>
                <w:webHidden/>
              </w:rPr>
              <w:t>3</w:t>
            </w:r>
            <w:r w:rsidR="001F577B">
              <w:rPr>
                <w:noProof/>
                <w:webHidden/>
              </w:rPr>
              <w:fldChar w:fldCharType="end"/>
            </w:r>
          </w:hyperlink>
        </w:p>
        <w:p w14:paraId="3C31D416" w14:textId="4BBEABA5" w:rsidR="001F577B" w:rsidRDefault="00DA15A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3099505" w:history="1">
            <w:r w:rsidR="001F577B" w:rsidRPr="00FD38EB">
              <w:rPr>
                <w:rStyle w:val="Hypertextovodkaz"/>
                <w:noProof/>
              </w:rPr>
              <w:t>Kapitola 3.</w:t>
            </w:r>
            <w:r w:rsidR="001F577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F577B" w:rsidRPr="00FD38EB">
              <w:rPr>
                <w:rStyle w:val="Hypertextovodkaz"/>
                <w:noProof/>
              </w:rPr>
              <w:t>Čestné prohlášení účastníka k neuzavření zakázaných dohod</w:t>
            </w:r>
            <w:r w:rsidR="001F577B">
              <w:rPr>
                <w:noProof/>
                <w:webHidden/>
              </w:rPr>
              <w:tab/>
            </w:r>
            <w:r w:rsidR="001F577B">
              <w:rPr>
                <w:noProof/>
                <w:webHidden/>
              </w:rPr>
              <w:fldChar w:fldCharType="begin"/>
            </w:r>
            <w:r w:rsidR="001F577B">
              <w:rPr>
                <w:noProof/>
                <w:webHidden/>
              </w:rPr>
              <w:instrText xml:space="preserve"> PAGEREF _Toc73099505 \h </w:instrText>
            </w:r>
            <w:r w:rsidR="001F577B">
              <w:rPr>
                <w:noProof/>
                <w:webHidden/>
              </w:rPr>
            </w:r>
            <w:r w:rsidR="001F577B">
              <w:rPr>
                <w:noProof/>
                <w:webHidden/>
              </w:rPr>
              <w:fldChar w:fldCharType="separate"/>
            </w:r>
            <w:r w:rsidR="001F577B">
              <w:rPr>
                <w:noProof/>
                <w:webHidden/>
              </w:rPr>
              <w:t>4</w:t>
            </w:r>
            <w:r w:rsidR="001F577B">
              <w:rPr>
                <w:noProof/>
                <w:webHidden/>
              </w:rPr>
              <w:fldChar w:fldCharType="end"/>
            </w:r>
          </w:hyperlink>
        </w:p>
        <w:p w14:paraId="5EA214ED" w14:textId="35612D9A" w:rsidR="001F577B" w:rsidRDefault="00DA15A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3099506" w:history="1">
            <w:r w:rsidR="001F577B" w:rsidRPr="00FD38EB">
              <w:rPr>
                <w:rStyle w:val="Hypertextovodkaz"/>
                <w:noProof/>
              </w:rPr>
              <w:t>Kapitola 4.</w:t>
            </w:r>
            <w:r w:rsidR="001F577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F577B" w:rsidRPr="00FD38EB">
              <w:rPr>
                <w:rStyle w:val="Hypertextovodkaz"/>
                <w:noProof/>
              </w:rPr>
              <w:t>Čestné prohlášení o splnění technické kvalifikace</w:t>
            </w:r>
            <w:r w:rsidR="001F577B">
              <w:rPr>
                <w:noProof/>
                <w:webHidden/>
              </w:rPr>
              <w:tab/>
            </w:r>
            <w:r w:rsidR="001F577B">
              <w:rPr>
                <w:noProof/>
                <w:webHidden/>
              </w:rPr>
              <w:fldChar w:fldCharType="begin"/>
            </w:r>
            <w:r w:rsidR="001F577B">
              <w:rPr>
                <w:noProof/>
                <w:webHidden/>
              </w:rPr>
              <w:instrText xml:space="preserve"> PAGEREF _Toc73099506 \h </w:instrText>
            </w:r>
            <w:r w:rsidR="001F577B">
              <w:rPr>
                <w:noProof/>
                <w:webHidden/>
              </w:rPr>
            </w:r>
            <w:r w:rsidR="001F577B">
              <w:rPr>
                <w:noProof/>
                <w:webHidden/>
              </w:rPr>
              <w:fldChar w:fldCharType="separate"/>
            </w:r>
            <w:r w:rsidR="001F577B">
              <w:rPr>
                <w:noProof/>
                <w:webHidden/>
              </w:rPr>
              <w:t>5</w:t>
            </w:r>
            <w:r w:rsidR="001F577B">
              <w:rPr>
                <w:noProof/>
                <w:webHidden/>
              </w:rPr>
              <w:fldChar w:fldCharType="end"/>
            </w:r>
          </w:hyperlink>
        </w:p>
        <w:p w14:paraId="0B09A623" w14:textId="1FF1CB22" w:rsidR="001F577B" w:rsidRDefault="00DA15A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3099507" w:history="1">
            <w:r w:rsidR="001F577B" w:rsidRPr="00FD38EB">
              <w:rPr>
                <w:rStyle w:val="Hypertextovodkaz"/>
                <w:noProof/>
              </w:rPr>
              <w:t>Kapitola 5.</w:t>
            </w:r>
            <w:r w:rsidR="001F577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F577B" w:rsidRPr="00FD38EB">
              <w:rPr>
                <w:rStyle w:val="Hypertextovodkaz"/>
                <w:noProof/>
              </w:rPr>
              <w:t>Seznam osob</w:t>
            </w:r>
            <w:r w:rsidR="001F577B">
              <w:rPr>
                <w:noProof/>
                <w:webHidden/>
              </w:rPr>
              <w:tab/>
            </w:r>
            <w:r w:rsidR="001F577B">
              <w:rPr>
                <w:noProof/>
                <w:webHidden/>
              </w:rPr>
              <w:fldChar w:fldCharType="begin"/>
            </w:r>
            <w:r w:rsidR="001F577B">
              <w:rPr>
                <w:noProof/>
                <w:webHidden/>
              </w:rPr>
              <w:instrText xml:space="preserve"> PAGEREF _Toc73099507 \h </w:instrText>
            </w:r>
            <w:r w:rsidR="001F577B">
              <w:rPr>
                <w:noProof/>
                <w:webHidden/>
              </w:rPr>
            </w:r>
            <w:r w:rsidR="001F577B">
              <w:rPr>
                <w:noProof/>
                <w:webHidden/>
              </w:rPr>
              <w:fldChar w:fldCharType="separate"/>
            </w:r>
            <w:r w:rsidR="001F577B">
              <w:rPr>
                <w:noProof/>
                <w:webHidden/>
              </w:rPr>
              <w:t>6</w:t>
            </w:r>
            <w:r w:rsidR="001F577B">
              <w:rPr>
                <w:noProof/>
                <w:webHidden/>
              </w:rPr>
              <w:fldChar w:fldCharType="end"/>
            </w:r>
          </w:hyperlink>
        </w:p>
        <w:p w14:paraId="0C373E9F" w14:textId="52FD6BEA" w:rsidR="001F577B" w:rsidRDefault="00DA15A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3099508" w:history="1">
            <w:r w:rsidR="001F577B" w:rsidRPr="00FD38EB">
              <w:rPr>
                <w:rStyle w:val="Hypertextovodkaz"/>
                <w:noProof/>
              </w:rPr>
              <w:t>Kapitola 6.</w:t>
            </w:r>
            <w:r w:rsidR="001F577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F577B" w:rsidRPr="00FD38EB">
              <w:rPr>
                <w:rStyle w:val="Hypertextovodkaz"/>
                <w:noProof/>
              </w:rPr>
              <w:t>Čestné prohlášení o ekonomické kvalifikaci</w:t>
            </w:r>
            <w:r w:rsidR="001F577B">
              <w:rPr>
                <w:noProof/>
                <w:webHidden/>
              </w:rPr>
              <w:tab/>
            </w:r>
            <w:r w:rsidR="001F577B">
              <w:rPr>
                <w:noProof/>
                <w:webHidden/>
              </w:rPr>
              <w:fldChar w:fldCharType="begin"/>
            </w:r>
            <w:r w:rsidR="001F577B">
              <w:rPr>
                <w:noProof/>
                <w:webHidden/>
              </w:rPr>
              <w:instrText xml:space="preserve"> PAGEREF _Toc73099508 \h </w:instrText>
            </w:r>
            <w:r w:rsidR="001F577B">
              <w:rPr>
                <w:noProof/>
                <w:webHidden/>
              </w:rPr>
            </w:r>
            <w:r w:rsidR="001F577B">
              <w:rPr>
                <w:noProof/>
                <w:webHidden/>
              </w:rPr>
              <w:fldChar w:fldCharType="separate"/>
            </w:r>
            <w:r w:rsidR="001F577B">
              <w:rPr>
                <w:noProof/>
                <w:webHidden/>
              </w:rPr>
              <w:t>7</w:t>
            </w:r>
            <w:r w:rsidR="001F577B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73099503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40D0C376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21013A">
        <w:t xml:space="preserve">jako </w:t>
      </w:r>
      <w:r w:rsidR="000128D4" w:rsidRPr="0021013A">
        <w:rPr>
          <w:rFonts w:eastAsia="Times New Roman" w:cs="Times New Roman"/>
          <w:lang w:eastAsia="cs-CZ"/>
        </w:rPr>
        <w:t>veřejnou zakázku malého rozsahu</w:t>
      </w:r>
      <w:r w:rsidRPr="0021013A">
        <w:t>, jsou pravdivé</w:t>
      </w:r>
      <w:r w:rsidR="009771C9" w:rsidRPr="0021013A">
        <w:t>, úplné a odpovídají skutečnosti</w:t>
      </w:r>
      <w:r w:rsidRPr="0021013A">
        <w:t>. Účastník si je vědom</w:t>
      </w:r>
      <w:r>
        <w:t xml:space="preserve">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1C8958B9" w14:textId="77A26A3F" w:rsidR="0021013A" w:rsidRDefault="00FC5583" w:rsidP="008B1A2C">
      <w:r>
        <w:t>Celková n</w:t>
      </w:r>
      <w:r w:rsidR="008B1A2C">
        <w:t>abídková cena</w:t>
      </w:r>
      <w:r w:rsidR="00C87B78">
        <w:t xml:space="preserve"> </w:t>
      </w:r>
      <w:r w:rsidR="0021013A" w:rsidRPr="00353BDA">
        <w:t>v české měně (Koruna česká),</w:t>
      </w:r>
      <w:r w:rsidR="0021013A">
        <w:t xml:space="preserve"> </w:t>
      </w:r>
      <w:r w:rsidR="0021013A" w:rsidRPr="0021013A">
        <w:t>v členění bez daně z přidané hodnoty (DPH), samostatně příslušná výše DPH a včetně DPH.</w:t>
      </w:r>
    </w:p>
    <w:p w14:paraId="2915FC32" w14:textId="26761ED3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DA15A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DA15AB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73099504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73099505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73099506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03E808BD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21013A" w:rsidRPr="0021013A">
        <w:rPr>
          <w:rFonts w:eastAsia="Times New Roman" w:cs="Times New Roman"/>
          <w:b/>
          <w:lang w:eastAsia="cs-CZ"/>
        </w:rPr>
        <w:t xml:space="preserve">3 </w:t>
      </w:r>
      <w:r w:rsidR="0021013A" w:rsidRPr="0021013A">
        <w:rPr>
          <w:rFonts w:eastAsia="Times New Roman" w:cs="Times New Roman"/>
          <w:lang w:eastAsia="cs-CZ"/>
        </w:rPr>
        <w:t>významné stav</w:t>
      </w:r>
      <w:r w:rsidR="0021013A">
        <w:rPr>
          <w:rFonts w:eastAsia="Times New Roman" w:cs="Times New Roman"/>
          <w:lang w:eastAsia="cs-CZ"/>
        </w:rPr>
        <w:t xml:space="preserve">ební práce definované v čl. 7.5.1 </w:t>
      </w:r>
      <w:r w:rsidR="0021013A" w:rsidRPr="0021013A">
        <w:rPr>
          <w:rFonts w:eastAsia="Times New Roman" w:cs="Times New Roman"/>
          <w:lang w:eastAsia="cs-CZ"/>
        </w:rPr>
        <w:t xml:space="preserve"> Výzvy k podání nabídky za každou v hodnotě </w:t>
      </w:r>
      <w:r w:rsidR="0021013A" w:rsidRPr="0021013A">
        <w:rPr>
          <w:rFonts w:eastAsia="Times New Roman" w:cs="Times New Roman"/>
          <w:b/>
          <w:lang w:eastAsia="cs-CZ"/>
        </w:rPr>
        <w:t>min. 300 000,- Kč bez DPH</w:t>
      </w:r>
      <w:r w:rsidR="0021013A" w:rsidRPr="0021013A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21013A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57C8D30E" w14:textId="77777777" w:rsidR="0021013A" w:rsidRDefault="0021013A" w:rsidP="0021013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4E55A9A9" w:rsidR="0021013A" w:rsidRDefault="0021013A" w:rsidP="0021013A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stavební práce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5A8F9C" w14:textId="77777777" w:rsidR="0021013A" w:rsidRDefault="0021013A" w:rsidP="0021013A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stavební práce </w:t>
            </w:r>
          </w:p>
          <w:p w14:paraId="0B3E9702" w14:textId="77777777" w:rsidR="0021013A" w:rsidRDefault="0021013A" w:rsidP="0021013A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6D0B2FCF" w:rsidR="0021013A" w:rsidRDefault="0021013A" w:rsidP="0021013A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stavební práce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6FA42395" w14:textId="77777777" w:rsidR="0021013A" w:rsidRDefault="0021013A" w:rsidP="0021013A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06F5F47B" w:rsidR="0021013A" w:rsidRDefault="0021013A" w:rsidP="0021013A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EA498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77777777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73099507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56E49AE1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F44645" w14:paraId="23E1AAD0" w14:textId="77777777" w:rsidTr="00DB70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F44645" w:rsidRDefault="00F44645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F44645" w:rsidRDefault="00F44645" w:rsidP="00DB70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F44645" w:rsidRDefault="00F44645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F44645" w:rsidRDefault="00F44645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F44645" w:rsidRDefault="00F44645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F44645" w:rsidRDefault="00F44645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DB70ED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1B010D75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77777777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73099508"/>
      <w:r w:rsidRPr="000128D4"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1B059D94" w14:textId="77777777" w:rsidR="000128D4" w:rsidRDefault="00B87D91" w:rsidP="000128D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0128D4">
        <w:rPr>
          <w:rFonts w:eastAsia="Times New Roman" w:cs="Times New Roman"/>
          <w:lang w:eastAsia="cs-CZ"/>
        </w:rPr>
        <w:t>který podává tuto nabídku</w:t>
      </w:r>
      <w:r>
        <w:rPr>
          <w:rFonts w:eastAsia="Times New Roman" w:cs="Times New Roman"/>
          <w:lang w:eastAsia="cs-CZ"/>
        </w:rPr>
        <w:t>,</w:t>
      </w:r>
      <w:r w:rsidR="000128D4">
        <w:rPr>
          <w:rFonts w:eastAsia="Times New Roman" w:cs="Times New Roman"/>
          <w:lang w:eastAsia="cs-CZ"/>
        </w:rPr>
        <w:t xml:space="preserve"> tímto čestně prohlašuje, že:</w:t>
      </w:r>
    </w:p>
    <w:p w14:paraId="24E90DA5" w14:textId="09397D37" w:rsidR="000128D4" w:rsidRPr="0021013A" w:rsidRDefault="000128D4" w:rsidP="000128D4">
      <w:pPr>
        <w:spacing w:before="120" w:after="0" w:line="276" w:lineRule="auto"/>
        <w:rPr>
          <w:rFonts w:eastAsia="Times New Roman" w:cs="Times New Roman"/>
          <w:lang w:eastAsia="cs-CZ"/>
        </w:rPr>
      </w:pPr>
      <w:r w:rsidRPr="0021013A">
        <w:rPr>
          <w:rFonts w:eastAsia="Times New Roman" w:cs="Times New Roman"/>
          <w:lang w:eastAsia="cs-CZ"/>
        </w:rPr>
        <w:t>minimální roční obrat dodavatele zjištěný podle zvláštních právních předpisů</w:t>
      </w:r>
      <w:r w:rsidRPr="0021013A">
        <w:rPr>
          <w:rFonts w:eastAsia="Times New Roman" w:cs="Times New Roman"/>
          <w:vertAlign w:val="superscript"/>
          <w:lang w:eastAsia="cs-CZ"/>
        </w:rPr>
        <w:footnoteReference w:id="4"/>
      </w:r>
      <w:r w:rsidR="0021013A" w:rsidRPr="0021013A">
        <w:rPr>
          <w:rFonts w:eastAsia="Times New Roman" w:cs="Times New Roman"/>
          <w:lang w:eastAsia="cs-CZ"/>
        </w:rPr>
        <w:t xml:space="preserve"> dosahoval výše 1 000 000,</w:t>
      </w:r>
      <w:r w:rsidRPr="0021013A">
        <w:rPr>
          <w:rFonts w:eastAsia="Times New Roman" w:cs="Times New Roman"/>
          <w:lang w:eastAsia="cs-CZ"/>
        </w:rPr>
        <w:t xml:space="preserve">-Kč bez DPH za každé ze  tří uzavřených, bezprostředně předcházejících účetních období, jestliže účastník vznikl později, tak za všechna uzavřená účetní období od svého vzniku, a účastník tedy </w:t>
      </w:r>
    </w:p>
    <w:p w14:paraId="721D6F33" w14:textId="77777777" w:rsidR="0021013A" w:rsidRDefault="0021013A" w:rsidP="000128D4">
      <w:pPr>
        <w:tabs>
          <w:tab w:val="num" w:pos="360"/>
        </w:tabs>
        <w:spacing w:line="240" w:lineRule="auto"/>
        <w:rPr>
          <w:rFonts w:eastAsia="Times New Roman" w:cs="Times New Roman"/>
          <w:i/>
          <w:lang w:eastAsia="cs-CZ"/>
        </w:rPr>
      </w:pPr>
    </w:p>
    <w:p w14:paraId="11182C8D" w14:textId="68C89588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6771CC6D" w14:textId="77777777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27"/>
        <w:gridCol w:w="1609"/>
        <w:gridCol w:w="2212"/>
        <w:gridCol w:w="2212"/>
      </w:tblGrid>
      <w:tr w:rsidR="000128D4" w14:paraId="64E2B93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BC5C13" w14:textId="77777777" w:rsidR="000128D4" w:rsidRDefault="000128D4" w:rsidP="00EA4984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i/>
                <w:highlight w:val="yellow"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4FCA6" w14:textId="77777777" w:rsidR="000128D4" w:rsidRDefault="000128D4" w:rsidP="00EA4984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4B89" w14:textId="77777777" w:rsidR="000128D4" w:rsidRDefault="000128D4" w:rsidP="00EA4984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D47C1CE" w14:textId="77777777" w:rsidR="000128D4" w:rsidRDefault="000128D4" w:rsidP="00EA4984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0128D4" w14:paraId="091181B9" w14:textId="77777777" w:rsidTr="00230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68E7D0A9" w14:textId="77777777" w:rsidR="000128D4" w:rsidRDefault="000128D4" w:rsidP="00EA4984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i/>
                <w:highlight w:val="yellow"/>
                <w:lang w:eastAsia="cs-CZ"/>
              </w:rPr>
              <w:t>Dosažený roční obrat dodavatele / s ohledem na předmět veřejné zakázky</w:t>
            </w:r>
            <w:r>
              <w:rPr>
                <w:rFonts w:eastAsia="Times New Roman" w:cs="Times New Roman"/>
                <w:i/>
                <w:lang w:eastAsia="cs-CZ"/>
              </w:rPr>
              <w:t xml:space="preserve"> v tis. Kč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03CDC42" w14:textId="77777777" w:rsidR="000128D4" w:rsidRPr="0023070F" w:rsidRDefault="0023070F" w:rsidP="0023070F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DA82ED" w14:textId="77777777" w:rsidR="000128D4" w:rsidRPr="0023070F" w:rsidRDefault="0023070F" w:rsidP="0023070F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DABB8" w14:textId="77777777" w:rsidR="000128D4" w:rsidRPr="0023070F" w:rsidRDefault="0023070F" w:rsidP="0023070F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</w:tbl>
    <w:p w14:paraId="7FAA3B71" w14:textId="77777777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0D648D0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15A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15AB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140E9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C1FCCF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BF2230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15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15AB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80CA42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8116EF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6F6F952D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15A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15AB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0AF1F5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76CE71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0830073D" w14:textId="77777777" w:rsidR="000128D4" w:rsidRDefault="000128D4" w:rsidP="000128D4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1F577B"/>
    <w:rsid w:val="00207DF5"/>
    <w:rsid w:val="0021013A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A15AB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  <w15:docId w15:val="{EE3A7A3E-36E3-4C8B-B169-4210E3C44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52CA48-0C14-4345-AAF0-3B561D038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71</TotalTime>
  <Pages>7</Pages>
  <Words>842</Words>
  <Characters>4970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Harvanová Radka, DiS.</cp:lastModifiedBy>
  <cp:revision>16</cp:revision>
  <cp:lastPrinted>2017-11-28T17:18:00Z</cp:lastPrinted>
  <dcterms:created xsi:type="dcterms:W3CDTF">2020-06-29T15:29:00Z</dcterms:created>
  <dcterms:modified xsi:type="dcterms:W3CDTF">2021-06-15T07:40:00Z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